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28701-D396-4231-B4FB-9CCB03A5A57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